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DE" w:rsidRDefault="00EA56EF">
      <w:pPr>
        <w:rPr>
          <w:b/>
          <w:noProof/>
          <w:u w:val="single"/>
          <w:lang w:eastAsia="de-DE"/>
        </w:rPr>
      </w:pPr>
      <w:r w:rsidRPr="00AF6303">
        <w:rPr>
          <w:b/>
          <w:noProof/>
          <w:u w:val="single"/>
          <w:lang w:eastAsia="de-DE"/>
        </w:rPr>
        <w:t>Wie ist der Bohnensamen aufgebaut</w:t>
      </w:r>
      <w:r w:rsidR="000B1F9F">
        <w:rPr>
          <w:b/>
          <w:noProof/>
          <w:u w:val="single"/>
          <w:lang w:eastAsia="de-DE"/>
        </w:rPr>
        <w:t xml:space="preserve"> ?</w:t>
      </w:r>
    </w:p>
    <w:p w:rsidR="00AF6303" w:rsidRPr="00AF6303" w:rsidRDefault="00AF6303">
      <w:pPr>
        <w:rPr>
          <w:b/>
          <w:noProof/>
          <w:lang w:eastAsia="de-DE"/>
        </w:rPr>
      </w:pPr>
      <w:r w:rsidRPr="00AF6303">
        <w:rPr>
          <w:b/>
          <w:noProof/>
          <w:lang w:eastAsia="de-DE"/>
        </w:rPr>
        <w:t>Ordne die drei Begriffe den Feldern in der Abbildung zu.</w:t>
      </w:r>
    </w:p>
    <w:p w:rsidR="00EA56EF" w:rsidRDefault="00EA56EF">
      <w:pPr>
        <w:rPr>
          <w:noProof/>
          <w:lang w:eastAsia="de-DE"/>
        </w:rPr>
      </w:pPr>
    </w:p>
    <w:p w:rsidR="00EA56EF" w:rsidRDefault="00EA56EF">
      <w:pPr>
        <w:rPr>
          <w:noProof/>
          <w:lang w:eastAsia="de-DE"/>
        </w:rPr>
      </w:pPr>
    </w:p>
    <w:p w:rsidR="00EA56EF" w:rsidRDefault="00EA56EF">
      <w:r>
        <w:rPr>
          <w:noProof/>
          <w:lang w:eastAsia="de-DE"/>
        </w:rPr>
        <w:drawing>
          <wp:inline distT="0" distB="0" distL="0" distR="0" wp14:anchorId="2699151E" wp14:editId="59CBD7F2">
            <wp:extent cx="4885690" cy="1695269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906" t="20084" r="33561" b="60825"/>
                    <a:stretch/>
                  </pic:blipFill>
                  <pic:spPr bwMode="auto">
                    <a:xfrm>
                      <a:off x="0" y="0"/>
                      <a:ext cx="4887812" cy="1696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56EF" w:rsidRDefault="00EA56EF"/>
    <w:p w:rsidR="00EA56EF" w:rsidRDefault="00EA56EF" w:rsidP="00EA56EF">
      <w:pPr>
        <w:pStyle w:val="Listenabsatz"/>
        <w:numPr>
          <w:ilvl w:val="0"/>
          <w:numId w:val="1"/>
        </w:numPr>
      </w:pPr>
      <w:r>
        <w:t>Samenhaut</w:t>
      </w:r>
    </w:p>
    <w:p w:rsidR="00EA56EF" w:rsidRDefault="00EA56EF" w:rsidP="00EA56EF">
      <w:pPr>
        <w:pStyle w:val="Listenabsatz"/>
        <w:numPr>
          <w:ilvl w:val="0"/>
          <w:numId w:val="1"/>
        </w:numPr>
      </w:pPr>
      <w:r>
        <w:t>Keimblatt</w:t>
      </w:r>
    </w:p>
    <w:p w:rsidR="00EA56EF" w:rsidRDefault="00EA56EF" w:rsidP="00EA56EF">
      <w:pPr>
        <w:pStyle w:val="Listenabsatz"/>
        <w:numPr>
          <w:ilvl w:val="0"/>
          <w:numId w:val="1"/>
        </w:numPr>
      </w:pPr>
      <w:r>
        <w:t>Keimling</w:t>
      </w:r>
    </w:p>
    <w:p w:rsidR="00EA56EF" w:rsidRDefault="00EA56EF" w:rsidP="00EA56EF">
      <w:pPr>
        <w:pStyle w:val="Listenabsatz"/>
      </w:pPr>
    </w:p>
    <w:p w:rsidR="00EA56EF" w:rsidRPr="00AF6303" w:rsidRDefault="00EA56EF" w:rsidP="00EA56EF">
      <w:pPr>
        <w:pStyle w:val="Listenabsatz"/>
        <w:rPr>
          <w:b/>
        </w:rPr>
      </w:pPr>
    </w:p>
    <w:p w:rsidR="00AF6303" w:rsidRDefault="00AF6303" w:rsidP="00EA56EF">
      <w:pPr>
        <w:rPr>
          <w:b/>
        </w:rPr>
      </w:pPr>
      <w:r w:rsidRPr="00AF6303">
        <w:rPr>
          <w:b/>
        </w:rPr>
        <w:t>Ergänze die Sätze</w:t>
      </w:r>
      <w:r w:rsidR="00091221">
        <w:rPr>
          <w:b/>
        </w:rPr>
        <w:t xml:space="preserve"> mit den drei </w:t>
      </w:r>
      <w:r w:rsidRPr="00AF6303">
        <w:rPr>
          <w:b/>
        </w:rPr>
        <w:t>Begriffe</w:t>
      </w:r>
      <w:r w:rsidR="00091221">
        <w:rPr>
          <w:b/>
        </w:rPr>
        <w:t>n</w:t>
      </w:r>
      <w:r w:rsidR="00935E49">
        <w:rPr>
          <w:b/>
        </w:rPr>
        <w:t>.</w:t>
      </w:r>
    </w:p>
    <w:p w:rsidR="00D17313" w:rsidRPr="00AF6303" w:rsidRDefault="00D17313" w:rsidP="00EA56EF">
      <w:pPr>
        <w:rPr>
          <w:b/>
        </w:rPr>
      </w:pPr>
      <w:bookmarkStart w:id="0" w:name="_GoBack"/>
      <w:bookmarkEnd w:id="0"/>
    </w:p>
    <w:p w:rsidR="00EA56EF" w:rsidRDefault="00AF6303" w:rsidP="00EA56EF">
      <w:r>
        <w:t>Die ______________________ schützt die Keimblätter und den Keimling.</w:t>
      </w:r>
    </w:p>
    <w:p w:rsidR="00AF6303" w:rsidRDefault="00AF6303" w:rsidP="00EA56EF"/>
    <w:p w:rsidR="00AF6303" w:rsidRDefault="00AF6303" w:rsidP="00EA56EF">
      <w:r>
        <w:t xml:space="preserve">Aus dem ______________________ wird die neue Bohnenpflanze. </w:t>
      </w:r>
    </w:p>
    <w:p w:rsidR="00AF6303" w:rsidRDefault="00AF6303" w:rsidP="00EA56EF"/>
    <w:p w:rsidR="00AF6303" w:rsidRDefault="00AF6303" w:rsidP="00EA56EF">
      <w:r>
        <w:t xml:space="preserve">Das _________________________ nimmt Wasser auf. Es quillt und zerreißt die Haut. Das </w:t>
      </w:r>
    </w:p>
    <w:p w:rsidR="00AF6303" w:rsidRDefault="00AF6303" w:rsidP="00EA56EF">
      <w:r>
        <w:t xml:space="preserve">_____________________   ist die erste Nahrung für das winzige, kleine Pflänzchen. </w:t>
      </w:r>
    </w:p>
    <w:p w:rsidR="00AF6303" w:rsidRDefault="00AF6303" w:rsidP="00EA56EF"/>
    <w:p w:rsidR="00AF6303" w:rsidRDefault="00AF6303" w:rsidP="00EA56EF"/>
    <w:p w:rsidR="00AF6303" w:rsidRDefault="00AF6303" w:rsidP="00EA56EF"/>
    <w:p w:rsidR="00AF6303" w:rsidRDefault="00AF6303" w:rsidP="00EA56EF"/>
    <w:p w:rsidR="00AF6303" w:rsidRDefault="00AF6303" w:rsidP="00EA56EF"/>
    <w:p w:rsidR="00AF6303" w:rsidRDefault="00AF6303" w:rsidP="00EA56EF"/>
    <w:p w:rsidR="00AF6303" w:rsidRDefault="00AF6303" w:rsidP="00EA56EF"/>
    <w:p w:rsidR="00AF6303" w:rsidRDefault="00AF6303" w:rsidP="00EA56EF">
      <w:r w:rsidRPr="00F117C4">
        <w:rPr>
          <w:b/>
        </w:rPr>
        <w:t>Quelle:</w:t>
      </w:r>
      <w:r>
        <w:t xml:space="preserve">  </w:t>
      </w:r>
      <w:proofErr w:type="spellStart"/>
      <w:r w:rsidRPr="00F117C4">
        <w:rPr>
          <w:b/>
          <w:i/>
        </w:rPr>
        <w:t>Bäuml</w:t>
      </w:r>
      <w:proofErr w:type="spellEnd"/>
      <w:r w:rsidRPr="00F117C4">
        <w:rPr>
          <w:b/>
          <w:i/>
        </w:rPr>
        <w:t xml:space="preserve"> </w:t>
      </w:r>
      <w:r w:rsidR="00F117C4">
        <w:rPr>
          <w:b/>
          <w:i/>
        </w:rPr>
        <w:t xml:space="preserve"> </w:t>
      </w:r>
      <w:r w:rsidRPr="00F117C4">
        <w:rPr>
          <w:b/>
          <w:i/>
        </w:rPr>
        <w:t>A.</w:t>
      </w:r>
      <w:r>
        <w:t xml:space="preserve"> ; </w:t>
      </w:r>
      <w:r w:rsidRPr="00F117C4">
        <w:rPr>
          <w:i/>
        </w:rPr>
        <w:t>Vom Bohnensamen zur Bohnenpflanze</w:t>
      </w:r>
      <w:r>
        <w:t xml:space="preserve"> </w:t>
      </w:r>
      <w:r w:rsidRPr="00F117C4">
        <w:rPr>
          <w:b/>
        </w:rPr>
        <w:t>( 1979)</w:t>
      </w:r>
      <w:r>
        <w:t xml:space="preserve"> Sachunterricht und Mathematik in der Primärstufe; </w:t>
      </w:r>
      <w:r w:rsidRPr="00F117C4">
        <w:rPr>
          <w:b/>
        </w:rPr>
        <w:t xml:space="preserve">Seite: 135- </w:t>
      </w:r>
      <w:r w:rsidR="00F117C4" w:rsidRPr="00F117C4">
        <w:rPr>
          <w:b/>
        </w:rPr>
        <w:t>143</w:t>
      </w:r>
    </w:p>
    <w:sectPr w:rsidR="00AF6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D62F88"/>
    <w:multiLevelType w:val="hybridMultilevel"/>
    <w:tmpl w:val="8A2E9C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EF"/>
    <w:rsid w:val="00091221"/>
    <w:rsid w:val="000B1F9F"/>
    <w:rsid w:val="002A74DE"/>
    <w:rsid w:val="0073185A"/>
    <w:rsid w:val="00935E49"/>
    <w:rsid w:val="00AF6303"/>
    <w:rsid w:val="00D17313"/>
    <w:rsid w:val="00EA56EF"/>
    <w:rsid w:val="00F1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5B0E1-D6BE-4E40-AB50-D0333D83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A5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182A2727</Template>
  <TotalTime>0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Schlemm, Christopher</dc:creator>
  <cp:keywords/>
  <dc:description/>
  <cp:lastModifiedBy>Schlemm, Christopher</cp:lastModifiedBy>
  <cp:revision>3</cp:revision>
  <dcterms:created xsi:type="dcterms:W3CDTF">2016-09-12T15:13:00Z</dcterms:created>
  <dcterms:modified xsi:type="dcterms:W3CDTF">2016-09-12T15:13:00Z</dcterms:modified>
</cp:coreProperties>
</file>